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58" w:rsidRDefault="00625E0C">
      <w:r>
        <w:pict>
          <v:rect id="_x0000_s1027" style="position:absolute;margin-left:45pt;margin-top:36pt;width:206.1pt;height:752.6pt;z-index:251654144;visibility:visible;mso-wrap-edited:f;mso-wrap-distance-left:2.88pt;mso-wrap-distance-top:2.88pt;mso-wrap-distance-right:2.88pt;mso-wrap-distance-bottom:2.88pt;mso-position-horizontal-relative:page;mso-position-vertical-relative:page" fillcolor="#c0504d [3205]" strokecolor="#f2f2f2 [3041]" strokeweight="3pt" insetpen="t" o:cliptowrap="t">
            <v:shadow on="t" type="perspective" color="#622423 [1605]" opacity=".5" offset="1pt" offset2="-1pt"/>
            <o:lock v:ext="edit" shapetype="t"/>
            <v:textbox inset="2.88pt,2.88pt,2.88pt,2.88pt"/>
            <w10:wrap anchorx="page" anchory="page"/>
          </v:rect>
        </w:pict>
      </w:r>
      <w:r w:rsidR="00A73D0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07.2pt;margin-top:675.8pt;width:72.5pt;height:50pt;z-index:251661312;mso-wrap-style:none;mso-position-horizontal-relative:page;mso-position-vertical-relative:page" filled="f" stroked="f" strokecolor="#333">
            <v:textbox style="mso-next-textbox:#_x0000_s1039;mso-fit-shape-to-text:t" inset="2.88pt,2.88pt,2.88pt,2.88pt">
              <w:txbxContent>
                <w:p w:rsidR="00FD3DD7" w:rsidRPr="00FA5AAE" w:rsidRDefault="00AC2735" w:rsidP="00FA5AAE">
                  <w:pPr>
                    <w:rPr>
                      <w:szCs w:val="18"/>
                    </w:rPr>
                  </w:pPr>
                  <w:r>
                    <w:rPr>
                      <w:noProof/>
                      <w:szCs w:val="18"/>
                    </w:rPr>
                    <w:drawing>
                      <wp:inline distT="0" distB="0" distL="0" distR="0">
                        <wp:extent cx="845185" cy="560705"/>
                        <wp:effectExtent l="19050" t="0" r="0" b="0"/>
                        <wp:docPr id="1" name="Picture 1" descr="MP90040009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P90040009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185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A73D01">
        <w:pict>
          <v:shape id="_x0000_s1032" type="#_x0000_t202" style="position:absolute;margin-left:99.35pt;margin-top:261pt;width:445.15pt;height:26.65pt;z-index:25165824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2;mso-column-margin:5.7pt" inset="2.85pt,2.85pt,2.85pt,2.85pt">
              <w:txbxContent>
                <w:p w:rsidR="00FD3DD7" w:rsidRPr="00DA22FF" w:rsidRDefault="00FD3DD7" w:rsidP="009B1EB1">
                  <w:pPr>
                    <w:pStyle w:val="Heading2"/>
                  </w:pPr>
                  <w:r w:rsidRPr="009B1EB1">
                    <w:t>AGENDA</w:t>
                  </w:r>
                  <w:r w:rsidR="00AC2735">
                    <w:t xml:space="preserve"> No 22</w:t>
                  </w:r>
                </w:p>
              </w:txbxContent>
            </v:textbox>
            <w10:wrap anchorx="page" anchory="page"/>
          </v:shape>
        </w:pict>
      </w:r>
      <w:r w:rsidR="00A73D01">
        <w:pict>
          <v:shape id="_x0000_s1034" type="#_x0000_t202" style="position:absolute;margin-left:99.35pt;margin-top:324pt;width:135pt;height:93.25pt;z-index:251660288;mso-position-horizontal-relative:page;mso-position-vertical-relative:page" filled="f" stroked="f">
            <v:textbox style="mso-next-textbox:#_x0000_s1034;mso-fit-shape-to-text:t" inset="3.6pt,,3.6pt">
              <w:txbxContent>
                <w:p w:rsidR="00FD3DD7" w:rsidRDefault="00FD3DD7" w:rsidP="00A54DBA">
                  <w:pPr>
                    <w:pStyle w:val="Heading3"/>
                    <w:jc w:val="center"/>
                  </w:pPr>
                  <w:r>
                    <w:t xml:space="preserve">January </w:t>
                  </w:r>
                </w:p>
                <w:p w:rsidR="00FD3DD7" w:rsidRPr="00B44828" w:rsidRDefault="00FD3DD7" w:rsidP="00A54DBA">
                  <w:pPr>
                    <w:pStyle w:val="Heading3"/>
                    <w:jc w:val="center"/>
                  </w:pPr>
                  <w:r>
                    <w:t>Kinder</w:t>
                  </w:r>
                </w:p>
                <w:p w:rsidR="00FD3DD7" w:rsidRPr="002F5063" w:rsidRDefault="00AC2735" w:rsidP="00A54DBA">
                  <w:pPr>
                    <w:pStyle w:val="Heading3"/>
                    <w:jc w:val="center"/>
                  </w:pPr>
                  <w:r>
                    <w:t>Week 22</w:t>
                  </w:r>
                </w:p>
              </w:txbxContent>
            </v:textbox>
            <w10:wrap anchorx="page" anchory="page"/>
          </v:shape>
        </w:pict>
      </w:r>
      <w:r w:rsidR="00A73D01">
        <w:pict>
          <v:roundrect id="_x0000_s1031" style="position:absolute;margin-left:90pt;margin-top:261pt;width:476.95pt;height:22.5pt;z-index:251657216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A73D01">
        <w:pict>
          <v:shape id="_x0000_s1029" type="#_x0000_t202" style="position:absolute;margin-left:90pt;margin-top:171.35pt;width:459pt;height:50.65pt;z-index:251656192;visibility:visible;mso-wrap-edited:f;mso-wrap-distance-left:2.88pt;mso-wrap-distance-top:2.88pt;mso-wrap-distance-right:2.88pt;mso-wrap-distance-bottom:2.88pt;mso-position-horizontal-relative:page;mso-position-vertical-relative:page" fillcolor="#f79646 [3209]" strokecolor="#f2f2f2 [3041]" strokeweight="3pt" o:cliptowrap="t">
            <v:shadow on="t" type="perspective" color="#974706 [1609]" opacity=".5" offset="1pt" offset2="-1pt"/>
            <o:lock v:ext="edit" shapetype="t"/>
            <v:textbox style="mso-next-textbox:#_x0000_s1029;mso-column-margin:5.7pt;mso-fit-shape-to-text:t" inset="2.85pt,2.85pt,2.85pt,2.85pt">
              <w:txbxContent>
                <w:p w:rsidR="00FD3DD7" w:rsidRPr="00872ADF" w:rsidRDefault="00FD3DD7" w:rsidP="00C16EF2">
                  <w:pPr>
                    <w:pStyle w:val="Heading1"/>
                    <w:jc w:val="center"/>
                    <w:rPr>
                      <w:sz w:val="52"/>
                      <w:szCs w:val="52"/>
                    </w:rPr>
                  </w:pPr>
                  <w:r w:rsidRPr="00872ADF">
                    <w:rPr>
                      <w:sz w:val="52"/>
                      <w:szCs w:val="52"/>
                    </w:rPr>
                    <w:t>W</w:t>
                  </w:r>
                  <w:r>
                    <w:rPr>
                      <w:sz w:val="52"/>
                      <w:szCs w:val="52"/>
                    </w:rPr>
                    <w:t>ho We Are</w:t>
                  </w:r>
                  <w:r w:rsidRPr="00872ADF">
                    <w:rPr>
                      <w:sz w:val="52"/>
                      <w:szCs w:val="52"/>
                    </w:rPr>
                    <w:t xml:space="preserve">  </w:t>
                  </w:r>
                </w:p>
              </w:txbxContent>
            </v:textbox>
            <w10:wrap anchorx="page" anchory="page"/>
          </v:shape>
        </w:pict>
      </w:r>
      <w:r w:rsidR="00A73D01">
        <w:pict>
          <v:roundrect id="_x0000_s1028" style="position:absolute;margin-left:63pt;margin-top:126pt;width:333pt;height:138pt;z-index:251655168;visibility:visible;mso-wrap-edited:f;mso-wrap-distance-left:2.88pt;mso-wrap-distance-top:2.88pt;mso-wrap-distance-right:2.88pt;mso-wrap-distance-bottom:2.88pt;mso-position-horizontal-relative:page;mso-position-vertical-relative:page" arcsize=".5" fillcolor="#9bbb59 [3206]" strokecolor="#f2f2f2 [3041]" strokeweight="3pt" insetpen="t" o:cliptowrap="t">
            <v:shadow on="t" type="perspective" color="#4e6128 [1606]" opacity=".5" offset="1pt" offset2="-1pt"/>
            <o:lock v:ext="edit" shapetype="t"/>
            <v:textbox inset="2.88pt,2.88pt,2.88pt,2.88pt"/>
            <w10:wrap anchorx="page" anchory="page"/>
          </v:roundrect>
        </w:pict>
      </w:r>
      <w:r w:rsidR="00402958">
        <w:t xml:space="preserve">Uy bien </w:t>
      </w:r>
    </w:p>
    <w:p w:rsidR="003E6F76" w:rsidRPr="0011176B" w:rsidRDefault="007D4279">
      <w:r>
        <w:pict>
          <v:shape id="_x0000_s1033" type="#_x0000_t202" style="position:absolute;margin-left:297.35pt;margin-top:287.65pt;width:267.3pt;height:511.8pt;z-index:251659264;visibility:visible;mso-wrap-edited:f;mso-wrap-distance-left:2.88pt;mso-wrap-distance-top:2.88pt;mso-wrap-distance-right:2.88pt;mso-wrap-distance-bottom:2.88pt;mso-position-horizontal-relative:page;mso-position-vertical-relative:page" fillcolor="black [3200]" strokecolor="#f2f2f2 [3041]" strokeweight="3pt" o:cliptowrap="t">
            <v:shadow on="t" type="perspective" color="#7f7f7f [1601]" opacity=".5" offset="1pt" offset2="-1pt"/>
            <o:lock v:ext="edit" shapetype="t"/>
            <v:textbox style="mso-column-margin:5.7pt" inset="2.85pt,2.85pt,2.85pt,2.85pt">
              <w:txbxContent>
                <w:p w:rsidR="00FD3DD7" w:rsidRDefault="00AC2735" w:rsidP="002F1B8E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Monday 06</w:t>
                  </w:r>
                  <w:r w:rsidR="00FD3DD7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</w:p>
                <w:p w:rsidR="00AC2735" w:rsidRDefault="00AC2735" w:rsidP="002F1B8E">
                  <w:pPr>
                    <w:pStyle w:val="ListParagraph"/>
                    <w:spacing w:after="0"/>
                    <w:ind w:left="0"/>
                    <w:rPr>
                      <w:b/>
                      <w:color w:val="FFFF00"/>
                      <w:sz w:val="18"/>
                      <w:lang w:val="en-US"/>
                    </w:rPr>
                  </w:pPr>
                  <w:r w:rsidRPr="00AC2735">
                    <w:rPr>
                      <w:b/>
                      <w:color w:val="FFFF00"/>
                      <w:sz w:val="18"/>
                      <w:lang w:val="en-US"/>
                    </w:rPr>
                    <w:t xml:space="preserve">Inset </w:t>
                  </w:r>
                </w:p>
                <w:p w:rsidR="00AC2735" w:rsidRPr="00AC2735" w:rsidRDefault="00AC2735" w:rsidP="002F1B8E">
                  <w:pPr>
                    <w:pStyle w:val="ListParagraph"/>
                    <w:spacing w:after="0"/>
                    <w:ind w:left="0"/>
                    <w:rPr>
                      <w:b/>
                      <w:color w:val="FFFF00"/>
                      <w:sz w:val="18"/>
                      <w:lang w:val="en-US"/>
                    </w:rPr>
                  </w:pPr>
                  <w:r>
                    <w:rPr>
                      <w:b/>
                      <w:color w:val="FFFF00"/>
                      <w:sz w:val="18"/>
                      <w:lang w:val="en-US"/>
                    </w:rPr>
                    <w:t>07:30-12:00</w:t>
                  </w:r>
                </w:p>
                <w:p w:rsidR="00FD3DD7" w:rsidRDefault="00AC2735" w:rsidP="002F1B8E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 xml:space="preserve">Reflecting unit 3 </w:t>
                  </w:r>
                  <w:r w:rsidR="00FD3DD7" w:rsidRPr="00334BD5">
                    <w:rPr>
                      <w:color w:val="FFFF00"/>
                      <w:lang w:val="en-US"/>
                    </w:rPr>
                    <w:t xml:space="preserve"> </w:t>
                  </w:r>
                </w:p>
                <w:p w:rsidR="00AC2735" w:rsidRDefault="00AC2735" w:rsidP="00AC2735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Revising  Extended POI Unit 4</w:t>
                  </w:r>
                </w:p>
                <w:p w:rsidR="00FD3DD7" w:rsidRDefault="00AC2735" w:rsidP="002F1B8E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Planning unit 4</w:t>
                  </w:r>
                </w:p>
                <w:p w:rsidR="00AC2735" w:rsidRPr="00334BD5" w:rsidRDefault="00AC2735" w:rsidP="002F1B8E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 xml:space="preserve">All Kinder teachers </w:t>
                  </w:r>
                </w:p>
                <w:p w:rsidR="00FD3DD7" w:rsidRDefault="00FD3DD7" w:rsidP="002F1B8E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 w:rsidRPr="00334BD5">
                    <w:rPr>
                      <w:color w:val="FFFF00"/>
                      <w:lang w:val="en-US"/>
                    </w:rPr>
                    <w:t>Deputy´s Office</w:t>
                  </w:r>
                </w:p>
                <w:p w:rsidR="00FD3DD7" w:rsidRPr="00334BD5" w:rsidRDefault="00AC2735" w:rsidP="002F1B8E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13:00-15:00</w:t>
                  </w:r>
                </w:p>
                <w:p w:rsidR="00FD3DD7" w:rsidRPr="00944FC2" w:rsidRDefault="00FD3DD7" w:rsidP="002F1B8E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 w:rsidRPr="008C191B">
                    <w:rPr>
                      <w:b/>
                      <w:u w:val="single"/>
                      <w:lang w:val="en-US"/>
                    </w:rPr>
                    <w:t>Tuesday</w:t>
                  </w:r>
                  <w:r w:rsidR="00AC2735">
                    <w:rPr>
                      <w:b/>
                      <w:u w:val="single"/>
                      <w:lang w:val="en-US"/>
                    </w:rPr>
                    <w:t xml:space="preserve"> 07</w:t>
                  </w:r>
                  <w:r w:rsidRPr="008C191B"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AC2735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</w:p>
                <w:p w:rsidR="00FD3DD7" w:rsidRPr="00334BD5" w:rsidRDefault="00FD3DD7" w:rsidP="0089669C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Extra support session</w:t>
                  </w:r>
                </w:p>
                <w:p w:rsidR="00FD3DD7" w:rsidRPr="00334BD5" w:rsidRDefault="00FD3DD7" w:rsidP="0089669C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Mark</w:t>
                  </w:r>
                  <w:r w:rsidRPr="00334BD5">
                    <w:rPr>
                      <w:color w:val="FFFF00"/>
                      <w:lang w:val="en-US"/>
                    </w:rPr>
                    <w:t xml:space="preserve"> is on duty </w:t>
                  </w:r>
                </w:p>
                <w:p w:rsidR="00FD3DD7" w:rsidRPr="00334BD5" w:rsidRDefault="00FD3DD7" w:rsidP="002F1B8E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14:00-15:00</w:t>
                  </w:r>
                </w:p>
                <w:p w:rsidR="00AC2735" w:rsidRDefault="00FD3DD7" w:rsidP="008C1C9A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 w:rsidRPr="008C191B">
                    <w:rPr>
                      <w:b/>
                      <w:u w:val="single"/>
                      <w:lang w:val="en-US"/>
                    </w:rPr>
                    <w:t>Wednesday</w:t>
                  </w:r>
                  <w:r w:rsidR="00AC2735">
                    <w:rPr>
                      <w:b/>
                      <w:u w:val="single"/>
                      <w:lang w:val="en-US"/>
                    </w:rPr>
                    <w:t xml:space="preserve"> 08</w:t>
                  </w:r>
                  <w:r w:rsidR="00AC2735"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th </w:t>
                  </w:r>
                </w:p>
                <w:p w:rsidR="00AC2735" w:rsidRDefault="00FD3DD7" w:rsidP="00AC2735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 w:rsidRPr="008C191B"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AC2735">
                    <w:rPr>
                      <w:color w:val="FFFF00"/>
                      <w:lang w:val="en-US"/>
                    </w:rPr>
                    <w:t>Planning unit 4</w:t>
                  </w:r>
                </w:p>
                <w:p w:rsidR="00AC2735" w:rsidRDefault="00AC2735" w:rsidP="00AC2735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 xml:space="preserve">Summative Assessment </w:t>
                  </w:r>
                </w:p>
                <w:p w:rsidR="00AC2735" w:rsidRDefault="00AC2735" w:rsidP="00AC2735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 xml:space="preserve">Learning Experiences </w:t>
                  </w:r>
                </w:p>
                <w:p w:rsidR="00FD3DD7" w:rsidRPr="00334BD5" w:rsidRDefault="00FD3DD7" w:rsidP="0089669C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 w:rsidRPr="00334BD5">
                    <w:rPr>
                      <w:color w:val="FFFF00"/>
                      <w:lang w:val="en-US"/>
                    </w:rPr>
                    <w:t>14:00-15:00</w:t>
                  </w:r>
                </w:p>
                <w:p w:rsidR="00FD3DD7" w:rsidRPr="00334BD5" w:rsidRDefault="00FD3DD7" w:rsidP="0089669C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A.V. room</w:t>
                  </w:r>
                </w:p>
                <w:p w:rsidR="00FD3DD7" w:rsidRDefault="00AC2735" w:rsidP="00054016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Thursday 09</w:t>
                  </w:r>
                  <w:r w:rsidRPr="00AC2735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r>
                    <w:rPr>
                      <w:b/>
                      <w:u w:val="single"/>
                      <w:lang w:val="en-US"/>
                    </w:rPr>
                    <w:t xml:space="preserve"> </w:t>
                  </w:r>
                  <w:r w:rsidR="00FD3DD7">
                    <w:rPr>
                      <w:b/>
                      <w:u w:val="single"/>
                      <w:lang w:val="en-US"/>
                    </w:rPr>
                    <w:t xml:space="preserve">  </w:t>
                  </w:r>
                </w:p>
                <w:p w:rsidR="00AC2735" w:rsidRPr="00AC2735" w:rsidRDefault="00AC2735" w:rsidP="00054016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 w:rsidRPr="00AC2735">
                    <w:rPr>
                      <w:color w:val="FFFF00"/>
                      <w:lang w:val="en-US"/>
                    </w:rPr>
                    <w:t xml:space="preserve">Colombian Spirit Day </w:t>
                  </w:r>
                </w:p>
                <w:p w:rsidR="00AC2735" w:rsidRDefault="00AC2735" w:rsidP="008C1C9A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 w:rsidRPr="00AC2735">
                    <w:rPr>
                      <w:color w:val="FFFF00"/>
                      <w:lang w:val="en-US"/>
                    </w:rPr>
                    <w:t>Prog</w:t>
                  </w:r>
                  <w:r>
                    <w:rPr>
                      <w:color w:val="FFFF00"/>
                      <w:lang w:val="en-US"/>
                    </w:rPr>
                    <w:t xml:space="preserve">ress Report </w:t>
                  </w:r>
                </w:p>
                <w:p w:rsidR="00FD3DD7" w:rsidRPr="00334BD5" w:rsidRDefault="00AC2735" w:rsidP="00054016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>14:00-15:00</w:t>
                  </w:r>
                </w:p>
                <w:p w:rsidR="00FD3DD7" w:rsidRDefault="00AC2735" w:rsidP="00054016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Friday 10</w:t>
                  </w:r>
                  <w:r w:rsidRPr="00AC2735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r>
                    <w:rPr>
                      <w:b/>
                      <w:u w:val="single"/>
                      <w:lang w:val="en-US"/>
                    </w:rPr>
                    <w:t xml:space="preserve"> </w:t>
                  </w:r>
                </w:p>
                <w:p w:rsidR="00FD3DD7" w:rsidRDefault="00FD3DD7" w:rsidP="00054016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 w:rsidRPr="002F3FE1">
                    <w:rPr>
                      <w:color w:val="FFFF00"/>
                      <w:lang w:val="en-US"/>
                    </w:rPr>
                    <w:t xml:space="preserve">Maths disciplinary planning </w:t>
                  </w:r>
                  <w:r w:rsidR="00AC2735">
                    <w:rPr>
                      <w:color w:val="FFFF00"/>
                      <w:lang w:val="en-US"/>
                    </w:rPr>
                    <w:t>( PYP Coord.)</w:t>
                  </w:r>
                </w:p>
                <w:p w:rsidR="00FD3DD7" w:rsidRDefault="00FD3DD7" w:rsidP="00054016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color w:val="FFFF00"/>
                      <w:lang w:val="en-US"/>
                    </w:rPr>
                    <w:t xml:space="preserve">8:15 – 9:00 </w:t>
                  </w:r>
                </w:p>
                <w:p w:rsidR="00FD3DD7" w:rsidRDefault="00FD3DD7" w:rsidP="00C807FC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 w:rsidRPr="00334BD5">
                    <w:rPr>
                      <w:color w:val="FFFF00"/>
                      <w:lang w:val="en-US"/>
                    </w:rPr>
                    <w:t>Deputy´s Office</w:t>
                  </w:r>
                </w:p>
                <w:p w:rsidR="00AC2735" w:rsidRDefault="00AC2735" w:rsidP="00C807FC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</w:p>
                <w:p w:rsidR="00FD3DD7" w:rsidRPr="009153F0" w:rsidRDefault="00AC2735" w:rsidP="00C807FC">
                  <w:pPr>
                    <w:pStyle w:val="ListParagraph"/>
                    <w:spacing w:after="0"/>
                    <w:ind w:left="0"/>
                    <w:rPr>
                      <w:color w:val="FFFF00"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Note taker: </w:t>
                  </w:r>
                  <w:r w:rsidR="00FD3DD7">
                    <w:rPr>
                      <w:b/>
                      <w:i/>
                      <w:lang w:val="en-US"/>
                    </w:rPr>
                    <w:t>Adri</w:t>
                  </w:r>
                </w:p>
                <w:p w:rsidR="00FD3DD7" w:rsidRPr="008C416F" w:rsidRDefault="00AC2735" w:rsidP="00C807FC">
                  <w:pPr>
                    <w:pStyle w:val="ListParagraph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Time keeper: </w:t>
                  </w:r>
                  <w:r w:rsidR="00FD3DD7">
                    <w:rPr>
                      <w:b/>
                      <w:i/>
                      <w:lang w:val="en-US"/>
                    </w:rPr>
                    <w:t xml:space="preserve"> Laurita</w:t>
                  </w:r>
                </w:p>
                <w:p w:rsidR="00FD3DD7" w:rsidRDefault="00FD3DD7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</w:p>
                <w:p w:rsidR="00FD3DD7" w:rsidRPr="00551501" w:rsidRDefault="00FD3DD7" w:rsidP="009F7310">
                  <w:pPr>
                    <w:pStyle w:val="ListParagraph"/>
                    <w:spacing w:after="0"/>
                    <w:ind w:left="0"/>
                    <w:rPr>
                      <w:i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Dear </w:t>
                  </w:r>
                  <w:r>
                    <w:rPr>
                      <w:b/>
                      <w:lang w:val="en-US"/>
                    </w:rPr>
                    <w:t>team, this agenda is</w:t>
                  </w:r>
                  <w:r w:rsidRPr="00AD13D0">
                    <w:rPr>
                      <w:b/>
                      <w:lang w:val="en-US"/>
                    </w:rPr>
                    <w:t xml:space="preserve"> subject to change</w:t>
                  </w:r>
                  <w:r>
                    <w:rPr>
                      <w:b/>
                      <w:lang w:val="en-US"/>
                    </w:rPr>
                    <w:t>.</w:t>
                  </w:r>
                </w:p>
                <w:p w:rsidR="00FD3DD7" w:rsidRPr="00AD13D0" w:rsidRDefault="00FD3DD7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 </w:t>
                  </w:r>
                </w:p>
                <w:p w:rsidR="00FD3DD7" w:rsidRPr="00AD13D0" w:rsidRDefault="00FD3DD7" w:rsidP="009F7310">
                  <w:pPr>
                    <w:pStyle w:val="ListParagraph"/>
                    <w:spacing w:after="0"/>
                    <w:rPr>
                      <w:b/>
                      <w:lang w:val="en-US"/>
                    </w:rPr>
                  </w:pPr>
                </w:p>
                <w:p w:rsidR="00FD3DD7" w:rsidRPr="00D02D5F" w:rsidRDefault="00FD3DD7" w:rsidP="007B4A9B">
                  <w:pPr>
                    <w:pStyle w:val="listtext"/>
                  </w:pPr>
                </w:p>
              </w:txbxContent>
            </v:textbox>
            <w10:wrap anchorx="page" anchory="page"/>
          </v:shape>
        </w:pict>
      </w:r>
      <w:r w:rsidR="00CB77B4" w:rsidRPr="0011176B">
        <w:t xml:space="preserve"> </w:t>
      </w:r>
    </w:p>
    <w:sectPr w:rsidR="003E6F76" w:rsidRPr="0011176B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5pt;height:11.55pt" o:bullet="t">
        <v:imagedata r:id="rId1" o:title="bullet1"/>
      </v:shape>
    </w:pict>
  </w:numPicBullet>
  <w:numPicBullet w:numPicBulletId="1">
    <w:pict>
      <v:shape id="_x0000_i1026" type="#_x0000_t75" style="width:8.85pt;height:8.85pt" o:bullet="t">
        <v:imagedata r:id="rId2" o:title="bullet2"/>
      </v:shape>
    </w:pict>
  </w:numPicBullet>
  <w:numPicBullet w:numPicBulletId="2">
    <w:pict>
      <v:shape id="_x0000_i1027" type="#_x0000_t75" style="width:8.85pt;height:8.85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hyphenationZone w:val="425"/>
  <w:noPunctuationKerning/>
  <w:characterSpacingControl w:val="doNotCompress"/>
  <w:compat/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A1CF2"/>
    <w:rsid w:val="000C4E2C"/>
    <w:rsid w:val="000C586F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20166D"/>
    <w:rsid w:val="002063A2"/>
    <w:rsid w:val="00214EEB"/>
    <w:rsid w:val="00221A02"/>
    <w:rsid w:val="00235996"/>
    <w:rsid w:val="00240415"/>
    <w:rsid w:val="00251D4B"/>
    <w:rsid w:val="0027353D"/>
    <w:rsid w:val="00273E21"/>
    <w:rsid w:val="002753B8"/>
    <w:rsid w:val="002844B2"/>
    <w:rsid w:val="002850E3"/>
    <w:rsid w:val="002925C4"/>
    <w:rsid w:val="0029670C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9B7"/>
    <w:rsid w:val="00386843"/>
    <w:rsid w:val="003A16B6"/>
    <w:rsid w:val="003A1F36"/>
    <w:rsid w:val="003A5449"/>
    <w:rsid w:val="003C2482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42B8"/>
    <w:rsid w:val="00454DAE"/>
    <w:rsid w:val="00476AAE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51501"/>
    <w:rsid w:val="005619C2"/>
    <w:rsid w:val="00573944"/>
    <w:rsid w:val="00583417"/>
    <w:rsid w:val="00585CD6"/>
    <w:rsid w:val="005926DA"/>
    <w:rsid w:val="00592D16"/>
    <w:rsid w:val="00594E62"/>
    <w:rsid w:val="0059671A"/>
    <w:rsid w:val="005B0EB6"/>
    <w:rsid w:val="005E437E"/>
    <w:rsid w:val="005F3331"/>
    <w:rsid w:val="00605F95"/>
    <w:rsid w:val="006074A9"/>
    <w:rsid w:val="00624120"/>
    <w:rsid w:val="00625E0C"/>
    <w:rsid w:val="00627239"/>
    <w:rsid w:val="006508A0"/>
    <w:rsid w:val="0067569B"/>
    <w:rsid w:val="00681CD8"/>
    <w:rsid w:val="0068338D"/>
    <w:rsid w:val="0068711C"/>
    <w:rsid w:val="006903F6"/>
    <w:rsid w:val="00697273"/>
    <w:rsid w:val="006C5181"/>
    <w:rsid w:val="006D1619"/>
    <w:rsid w:val="006D2BD9"/>
    <w:rsid w:val="006E7467"/>
    <w:rsid w:val="00716C35"/>
    <w:rsid w:val="00723DE6"/>
    <w:rsid w:val="0073457E"/>
    <w:rsid w:val="007374F2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5078E"/>
    <w:rsid w:val="00862922"/>
    <w:rsid w:val="00862C37"/>
    <w:rsid w:val="00872ADF"/>
    <w:rsid w:val="00875F91"/>
    <w:rsid w:val="00891B8C"/>
    <w:rsid w:val="0089669C"/>
    <w:rsid w:val="00897B7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41F64"/>
    <w:rsid w:val="00944FC2"/>
    <w:rsid w:val="00957A17"/>
    <w:rsid w:val="009640D6"/>
    <w:rsid w:val="009652B1"/>
    <w:rsid w:val="00976B22"/>
    <w:rsid w:val="00980BF0"/>
    <w:rsid w:val="009876CA"/>
    <w:rsid w:val="009A26AD"/>
    <w:rsid w:val="009A2AD7"/>
    <w:rsid w:val="009A7AB4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904B1"/>
    <w:rsid w:val="00D938DE"/>
    <w:rsid w:val="00DA22DB"/>
    <w:rsid w:val="00DA22FF"/>
    <w:rsid w:val="00DA53E5"/>
    <w:rsid w:val="00DC155E"/>
    <w:rsid w:val="00DC1836"/>
    <w:rsid w:val="00DC4589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EEC"/>
    <w:rsid w:val="00F11317"/>
    <w:rsid w:val="00F23945"/>
    <w:rsid w:val="00F7328B"/>
    <w:rsid w:val="00F74B74"/>
    <w:rsid w:val="00F777F0"/>
    <w:rsid w:val="00F82618"/>
    <w:rsid w:val="00F83682"/>
    <w:rsid w:val="00F9272D"/>
    <w:rsid w:val="00F97519"/>
    <w:rsid w:val="00F97632"/>
    <w:rsid w:val="00FA45C2"/>
    <w:rsid w:val="00FA5AAE"/>
    <w:rsid w:val="00FB2CA7"/>
    <w:rsid w:val="00FC0460"/>
    <w:rsid w:val="00FD30AC"/>
    <w:rsid w:val="00FD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ListParagraph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832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BodyText2Char">
    <w:name w:val="Body Text 2 Char"/>
    <w:basedOn w:val="DefaultParagraphFont"/>
    <w:link w:val="BodyText2"/>
    <w:semiHidden/>
    <w:rsid w:val="00341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4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3B1C2-86D8-46EB-862A-3F529222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10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Sideyblue</dc:creator>
  <cp:keywords/>
  <cp:lastModifiedBy>sviedman</cp:lastModifiedBy>
  <cp:revision>2</cp:revision>
  <dcterms:created xsi:type="dcterms:W3CDTF">2012-02-04T19:13:00Z</dcterms:created>
  <dcterms:modified xsi:type="dcterms:W3CDTF">2012-02-04T19:13:00Z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